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183" w:rsidRPr="005F3EDA" w:rsidRDefault="00C564A6" w:rsidP="00C34183">
      <w:pPr>
        <w:pStyle w:val="NoSpacing"/>
        <w:jc w:val="center"/>
        <w:rPr>
          <w:b/>
        </w:rPr>
      </w:pPr>
      <w:r>
        <w:rPr>
          <w:b/>
        </w:rPr>
        <w:t>Sweet Temptations</w:t>
      </w:r>
    </w:p>
    <w:p w:rsidR="00C34183" w:rsidRPr="005F3EDA" w:rsidRDefault="00C564A6" w:rsidP="00C34183">
      <w:pPr>
        <w:pStyle w:val="NoSpacing"/>
        <w:jc w:val="center"/>
        <w:rPr>
          <w:b/>
        </w:rPr>
      </w:pPr>
      <w:r>
        <w:rPr>
          <w:b/>
        </w:rPr>
        <w:t xml:space="preserve">Initial </w:t>
      </w:r>
      <w:r w:rsidR="00C34183" w:rsidRPr="005F3EDA">
        <w:rPr>
          <w:b/>
        </w:rPr>
        <w:t>Board Meeting</w:t>
      </w:r>
    </w:p>
    <w:p w:rsidR="00C34183" w:rsidRPr="005F3EDA" w:rsidRDefault="00C34183" w:rsidP="00C34183">
      <w:pPr>
        <w:pStyle w:val="NoSpacing"/>
        <w:jc w:val="center"/>
        <w:rPr>
          <w:b/>
        </w:rPr>
      </w:pPr>
      <w:proofErr w:type="spellStart"/>
      <w:r w:rsidRPr="005F3EDA">
        <w:rPr>
          <w:b/>
        </w:rPr>
        <w:t>Greenall</w:t>
      </w:r>
      <w:proofErr w:type="spellEnd"/>
      <w:r w:rsidRPr="005F3EDA">
        <w:rPr>
          <w:b/>
        </w:rPr>
        <w:t xml:space="preserve"> High School</w:t>
      </w:r>
    </w:p>
    <w:p w:rsidR="00C34183" w:rsidRPr="005F3EDA" w:rsidRDefault="00C564A6" w:rsidP="00C34183">
      <w:pPr>
        <w:pStyle w:val="NoSpacing"/>
        <w:jc w:val="center"/>
        <w:rPr>
          <w:b/>
        </w:rPr>
      </w:pPr>
      <w:r>
        <w:rPr>
          <w:b/>
        </w:rPr>
        <w:t>April 7, 2014</w:t>
      </w:r>
    </w:p>
    <w:p w:rsidR="00C34183" w:rsidRPr="005F3EDA" w:rsidRDefault="00C564A6" w:rsidP="00C34183">
      <w:pPr>
        <w:pStyle w:val="NoSpacing"/>
        <w:jc w:val="center"/>
        <w:rPr>
          <w:b/>
        </w:rPr>
      </w:pPr>
      <w:r>
        <w:rPr>
          <w:b/>
        </w:rPr>
        <w:t>2:45 p</w:t>
      </w:r>
      <w:r w:rsidR="00C34183" w:rsidRPr="005F3EDA">
        <w:rPr>
          <w:b/>
        </w:rPr>
        <w:t>m</w:t>
      </w:r>
    </w:p>
    <w:p w:rsidR="00C34183" w:rsidRPr="00C34183" w:rsidRDefault="00C34183" w:rsidP="00C34183">
      <w:pPr>
        <w:pStyle w:val="NoSpacing"/>
        <w:jc w:val="center"/>
        <w:rPr>
          <w:b/>
        </w:rPr>
      </w:pPr>
    </w:p>
    <w:p w:rsidR="00C34183" w:rsidRDefault="00C34183" w:rsidP="00C34183">
      <w:pPr>
        <w:rPr>
          <w:b/>
        </w:rPr>
      </w:pPr>
      <w:r w:rsidRPr="00C34183">
        <w:rPr>
          <w:b/>
        </w:rPr>
        <w:t>Agenda</w:t>
      </w:r>
    </w:p>
    <w:p w:rsidR="00C34183" w:rsidRDefault="00C34183" w:rsidP="00C34183">
      <w:pPr>
        <w:pStyle w:val="ListParagraph"/>
        <w:numPr>
          <w:ilvl w:val="0"/>
          <w:numId w:val="2"/>
        </w:numPr>
      </w:pPr>
      <w:r>
        <w:t>Call to order</w:t>
      </w:r>
    </w:p>
    <w:p w:rsidR="005F3EDA" w:rsidRDefault="005F3EDA" w:rsidP="005F3EDA">
      <w:pPr>
        <w:pStyle w:val="ListParagraph"/>
      </w:pPr>
    </w:p>
    <w:p w:rsidR="005F3EDA" w:rsidRDefault="00C34183" w:rsidP="005F3EDA">
      <w:pPr>
        <w:pStyle w:val="ListParagraph"/>
        <w:numPr>
          <w:ilvl w:val="0"/>
          <w:numId w:val="2"/>
        </w:numPr>
      </w:pPr>
      <w:r>
        <w:t>Welcome and Introductions</w:t>
      </w:r>
      <w:r w:rsidR="005F3EDA">
        <w:br/>
      </w:r>
    </w:p>
    <w:p w:rsidR="00C34183" w:rsidRDefault="00C34183" w:rsidP="00C34183">
      <w:pPr>
        <w:pStyle w:val="ListParagraph"/>
        <w:numPr>
          <w:ilvl w:val="0"/>
          <w:numId w:val="2"/>
        </w:numPr>
      </w:pPr>
      <w:r>
        <w:t>Adoption of Agenda</w:t>
      </w:r>
      <w:r w:rsidR="005F3EDA">
        <w:br/>
      </w:r>
    </w:p>
    <w:p w:rsidR="00C34183" w:rsidRDefault="00C34183" w:rsidP="00C34183">
      <w:pPr>
        <w:pStyle w:val="ListParagraph"/>
        <w:numPr>
          <w:ilvl w:val="0"/>
          <w:numId w:val="2"/>
        </w:numPr>
      </w:pPr>
      <w:r>
        <w:t xml:space="preserve">Reports </w:t>
      </w:r>
    </w:p>
    <w:p w:rsidR="00C34183" w:rsidRDefault="00C34183" w:rsidP="00C34183">
      <w:pPr>
        <w:pStyle w:val="ListParagraph"/>
        <w:numPr>
          <w:ilvl w:val="0"/>
          <w:numId w:val="3"/>
        </w:numPr>
      </w:pPr>
      <w:r>
        <w:t xml:space="preserve">President, </w:t>
      </w:r>
      <w:r w:rsidR="00C564A6">
        <w:t xml:space="preserve">Darby &amp; </w:t>
      </w:r>
      <w:proofErr w:type="spellStart"/>
      <w:r w:rsidR="00C564A6">
        <w:t>Shanelle</w:t>
      </w:r>
      <w:proofErr w:type="spellEnd"/>
    </w:p>
    <w:p w:rsidR="00C34183" w:rsidRDefault="00C564A6" w:rsidP="00C34183">
      <w:pPr>
        <w:pStyle w:val="ListParagraph"/>
        <w:numPr>
          <w:ilvl w:val="0"/>
          <w:numId w:val="3"/>
        </w:numPr>
      </w:pPr>
      <w:r>
        <w:t>VP</w:t>
      </w:r>
      <w:r w:rsidR="00C34183">
        <w:t xml:space="preserve"> of Marketing and Sales, </w:t>
      </w:r>
      <w:r>
        <w:t>Jocelyn</w:t>
      </w:r>
    </w:p>
    <w:p w:rsidR="00C34183" w:rsidRDefault="00C564A6" w:rsidP="00C34183">
      <w:pPr>
        <w:pStyle w:val="ListParagraph"/>
        <w:numPr>
          <w:ilvl w:val="0"/>
          <w:numId w:val="3"/>
        </w:numPr>
      </w:pPr>
      <w:r>
        <w:t>VP</w:t>
      </w:r>
      <w:r w:rsidR="00C34183">
        <w:t xml:space="preserve"> of Production, </w:t>
      </w:r>
      <w:proofErr w:type="spellStart"/>
      <w:r>
        <w:t>Shae</w:t>
      </w:r>
      <w:proofErr w:type="spellEnd"/>
      <w:r>
        <w:t>-Lynn</w:t>
      </w:r>
    </w:p>
    <w:p w:rsidR="00C34183" w:rsidRDefault="00C34183" w:rsidP="00C34183">
      <w:pPr>
        <w:pStyle w:val="ListParagraph"/>
        <w:numPr>
          <w:ilvl w:val="0"/>
          <w:numId w:val="3"/>
        </w:numPr>
      </w:pPr>
      <w:r>
        <w:t xml:space="preserve">VP of Human Resources, </w:t>
      </w:r>
      <w:r w:rsidR="00C564A6">
        <w:t>Taylor K</w:t>
      </w:r>
    </w:p>
    <w:p w:rsidR="00C34183" w:rsidRDefault="00C564A6" w:rsidP="00C34183">
      <w:pPr>
        <w:pStyle w:val="ListParagraph"/>
        <w:numPr>
          <w:ilvl w:val="0"/>
          <w:numId w:val="3"/>
        </w:numPr>
      </w:pPr>
      <w:r>
        <w:t>VP’s</w:t>
      </w:r>
      <w:r w:rsidR="00C34183">
        <w:t xml:space="preserve"> of Information Technology, </w:t>
      </w:r>
      <w:r>
        <w:t>Noah and Edwin</w:t>
      </w:r>
      <w:r w:rsidR="00C34183">
        <w:t xml:space="preserve"> </w:t>
      </w:r>
    </w:p>
    <w:p w:rsidR="00C34183" w:rsidRDefault="00C34183" w:rsidP="00C34183">
      <w:pPr>
        <w:pStyle w:val="ListParagraph"/>
        <w:numPr>
          <w:ilvl w:val="0"/>
          <w:numId w:val="3"/>
        </w:numPr>
      </w:pPr>
      <w:r>
        <w:t xml:space="preserve">VP of Finance, </w:t>
      </w:r>
      <w:r w:rsidR="00C564A6">
        <w:t>Christian</w:t>
      </w:r>
      <w:bookmarkStart w:id="0" w:name="_GoBack"/>
      <w:bookmarkEnd w:id="0"/>
      <w:r w:rsidR="005F3EDA">
        <w:br/>
      </w:r>
    </w:p>
    <w:p w:rsidR="00C34183" w:rsidRDefault="00C34183" w:rsidP="00C34183">
      <w:pPr>
        <w:pStyle w:val="ListParagraph"/>
        <w:numPr>
          <w:ilvl w:val="0"/>
          <w:numId w:val="2"/>
        </w:numPr>
      </w:pPr>
      <w:r>
        <w:t>New Business:</w:t>
      </w:r>
    </w:p>
    <w:p w:rsidR="005F3EDA" w:rsidRDefault="00C34183" w:rsidP="005F3EDA">
      <w:pPr>
        <w:pStyle w:val="ListParagraph"/>
        <w:numPr>
          <w:ilvl w:val="0"/>
          <w:numId w:val="4"/>
        </w:numPr>
      </w:pPr>
      <w:r>
        <w:t>Thank You</w:t>
      </w:r>
    </w:p>
    <w:p w:rsidR="005F3EDA" w:rsidRDefault="005F3EDA" w:rsidP="005F3EDA">
      <w:pPr>
        <w:pStyle w:val="ListParagraph"/>
        <w:numPr>
          <w:ilvl w:val="0"/>
          <w:numId w:val="4"/>
        </w:numPr>
      </w:pPr>
    </w:p>
    <w:p w:rsidR="005F3EDA" w:rsidRDefault="005F3EDA" w:rsidP="005F3EDA">
      <w:pPr>
        <w:pStyle w:val="ListParagraph"/>
        <w:numPr>
          <w:ilvl w:val="0"/>
          <w:numId w:val="4"/>
        </w:numPr>
      </w:pPr>
    </w:p>
    <w:p w:rsidR="005F3EDA" w:rsidRDefault="005F3EDA" w:rsidP="005F3EDA">
      <w:pPr>
        <w:pStyle w:val="ListParagraph"/>
        <w:numPr>
          <w:ilvl w:val="0"/>
          <w:numId w:val="4"/>
        </w:numPr>
      </w:pPr>
    </w:p>
    <w:p w:rsidR="005F3EDA" w:rsidRDefault="005F3EDA" w:rsidP="005F3EDA">
      <w:pPr>
        <w:pStyle w:val="ListParagraph"/>
        <w:ind w:left="1440"/>
      </w:pPr>
    </w:p>
    <w:p w:rsidR="00C34183" w:rsidRPr="00C34183" w:rsidRDefault="00C34183" w:rsidP="00C34183">
      <w:pPr>
        <w:pStyle w:val="ListParagraph"/>
        <w:numPr>
          <w:ilvl w:val="0"/>
          <w:numId w:val="2"/>
        </w:numPr>
      </w:pPr>
      <w:r>
        <w:t>Adjournment</w:t>
      </w:r>
    </w:p>
    <w:sectPr w:rsidR="00C34183" w:rsidRPr="00C34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15189"/>
    <w:multiLevelType w:val="hybridMultilevel"/>
    <w:tmpl w:val="72ACB1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C26A53"/>
    <w:multiLevelType w:val="hybridMultilevel"/>
    <w:tmpl w:val="65F4B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A0371"/>
    <w:multiLevelType w:val="hybridMultilevel"/>
    <w:tmpl w:val="139A6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04131"/>
    <w:multiLevelType w:val="hybridMultilevel"/>
    <w:tmpl w:val="8C5C44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183"/>
    <w:rsid w:val="005F3EDA"/>
    <w:rsid w:val="007F70B6"/>
    <w:rsid w:val="00816345"/>
    <w:rsid w:val="00C34183"/>
    <w:rsid w:val="00C5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418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341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418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341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CF6DC9AB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PVSD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Amy Mcfarlen</cp:lastModifiedBy>
  <cp:revision>2</cp:revision>
  <dcterms:created xsi:type="dcterms:W3CDTF">2014-04-04T19:37:00Z</dcterms:created>
  <dcterms:modified xsi:type="dcterms:W3CDTF">2014-04-04T19:37:00Z</dcterms:modified>
</cp:coreProperties>
</file>